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EA" w:rsidRDefault="0046198E" w:rsidP="0046198E">
      <w:pPr>
        <w:jc w:val="center"/>
        <w:rPr>
          <w:b/>
          <w:sz w:val="40"/>
          <w:szCs w:val="40"/>
          <w:u w:val="single"/>
        </w:rPr>
      </w:pPr>
      <w:proofErr w:type="gramStart"/>
      <w:r w:rsidRPr="0046198E">
        <w:rPr>
          <w:b/>
          <w:sz w:val="40"/>
          <w:szCs w:val="40"/>
          <w:u w:val="single"/>
        </w:rPr>
        <w:t>The  abounded</w:t>
      </w:r>
      <w:proofErr w:type="gramEnd"/>
      <w:r w:rsidRPr="0046198E">
        <w:rPr>
          <w:b/>
          <w:sz w:val="40"/>
          <w:szCs w:val="40"/>
          <w:u w:val="single"/>
        </w:rPr>
        <w:t xml:space="preserve"> Mansion</w:t>
      </w:r>
    </w:p>
    <w:p w:rsidR="0046198E" w:rsidRDefault="0046198E" w:rsidP="0046198E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In the dark wood, stood a deserted mansion.</w:t>
      </w:r>
      <w:proofErr w:type="gramEnd"/>
      <w:r>
        <w:rPr>
          <w:sz w:val="36"/>
          <w:szCs w:val="36"/>
        </w:rPr>
        <w:t xml:space="preserve"> </w:t>
      </w:r>
    </w:p>
    <w:p w:rsidR="0046198E" w:rsidRDefault="0046198E" w:rsidP="0046198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Lightning struck “BOOM ZAP!” </w:t>
      </w:r>
    </w:p>
    <w:p w:rsidR="0046198E" w:rsidRDefault="0046198E" w:rsidP="0046198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There stood the dark mansion. “Walk in take a peek,” whispered a soft voice. I walked in, and the first thing I noticed was a rusty corner. What laid or lived in that corner were dusty cobwebs and a word written in blood ‘BEWARE,’ it said. Everywhere you look, you can hear voices. Maybe from the beyond or you just thinking it. </w:t>
      </w:r>
    </w:p>
    <w:p w:rsidR="003C0D2E" w:rsidRDefault="0046198E" w:rsidP="0046198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Don’t be </w:t>
      </w:r>
      <w:proofErr w:type="gramStart"/>
      <w:r>
        <w:rPr>
          <w:sz w:val="36"/>
          <w:szCs w:val="36"/>
        </w:rPr>
        <w:t>afraid</w:t>
      </w:r>
      <w:proofErr w:type="gramEnd"/>
      <w:r>
        <w:rPr>
          <w:sz w:val="36"/>
          <w:szCs w:val="36"/>
        </w:rPr>
        <w:t xml:space="preserve"> smell the deathly room “sniff,” smells like the blood of death. “Don’t worry, walk some more,” whispered that voice again. I walked up stairs, and the star cases creaked like a dog growling with all its might. I quickly ran upstairs before I made it to the top I </w:t>
      </w:r>
      <w:r w:rsidR="003C0D2E">
        <w:rPr>
          <w:sz w:val="36"/>
          <w:szCs w:val="36"/>
        </w:rPr>
        <w:t xml:space="preserve">noticed a chandelier. It was so beautiful I was admiring it. Then I saw a little tornado circling the </w:t>
      </w:r>
      <w:r w:rsidR="003C0D2E">
        <w:rPr>
          <w:sz w:val="36"/>
          <w:szCs w:val="36"/>
        </w:rPr>
        <w:t>chandelier</w:t>
      </w:r>
      <w:r w:rsidR="003C0D2E">
        <w:rPr>
          <w:sz w:val="36"/>
          <w:szCs w:val="36"/>
        </w:rPr>
        <w:t>. Soon it formed into a word it said</w:t>
      </w:r>
    </w:p>
    <w:p w:rsidR="0046198E" w:rsidRPr="0046198E" w:rsidRDefault="003C0D2E" w:rsidP="0046198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“LEAVE!” I quickly ran down stairs and outside I was breathless. I told myself </w:t>
      </w:r>
      <w:proofErr w:type="spellStart"/>
      <w:r>
        <w:rPr>
          <w:sz w:val="36"/>
          <w:szCs w:val="36"/>
        </w:rPr>
        <w:t>some day</w:t>
      </w:r>
      <w:proofErr w:type="spellEnd"/>
      <w:r>
        <w:rPr>
          <w:sz w:val="36"/>
          <w:szCs w:val="36"/>
        </w:rPr>
        <w:t xml:space="preserve"> I will go back there.</w:t>
      </w:r>
      <w:bookmarkStart w:id="0" w:name="_GoBack"/>
      <w:bookmarkEnd w:id="0"/>
      <w:r>
        <w:rPr>
          <w:sz w:val="36"/>
          <w:szCs w:val="36"/>
        </w:rPr>
        <w:t xml:space="preserve"> </w:t>
      </w:r>
    </w:p>
    <w:sectPr w:rsidR="0046198E" w:rsidRPr="004619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8E"/>
    <w:rsid w:val="003C0D2E"/>
    <w:rsid w:val="0046198E"/>
    <w:rsid w:val="00AB71A1"/>
    <w:rsid w:val="00A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292F8731</Template>
  <TotalTime>13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2011-07-05T22:13:00Z</dcterms:created>
  <dcterms:modified xsi:type="dcterms:W3CDTF">2011-07-05T22:26:00Z</dcterms:modified>
</cp:coreProperties>
</file>